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A46" w:rsidRPr="003C1502" w:rsidRDefault="003C308D" w:rsidP="003C150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2.5pt;margin-top:-46.95pt;width:168.75pt;height:46.95pt;z-index:-251657216;mso-position-horizontal-relative:text;mso-position-vertical-relative:text">
            <v:imagedata r:id="rId9" o:title="минпросвещения" croptop="10127f" cropbottom="10127f" cropleft="1625f" cropright="2979f"/>
          </v:shape>
        </w:pict>
      </w:r>
      <w:r w:rsidR="003A0E0C" w:rsidRPr="003A0E0C">
        <w:rPr>
          <w:rFonts w:eastAsiaTheme="majorEastAsia"/>
          <w:b/>
          <w:noProof/>
          <w:color w:val="E63D08"/>
          <w:sz w:val="34"/>
          <w:szCs w:val="34"/>
        </w:rPr>
        <w:drawing>
          <wp:anchor distT="0" distB="0" distL="114300" distR="114300" simplePos="0" relativeHeight="251657216" behindDoc="0" locked="0" layoutInCell="1" allowOverlap="1" wp14:anchorId="5CC74F10" wp14:editId="6530FA24">
            <wp:simplePos x="0" y="0"/>
            <wp:positionH relativeFrom="margin">
              <wp:posOffset>4767580</wp:posOffset>
            </wp:positionH>
            <wp:positionV relativeFrom="margin">
              <wp:posOffset>-581025</wp:posOffset>
            </wp:positionV>
            <wp:extent cx="1535430" cy="447675"/>
            <wp:effectExtent l="0" t="0" r="762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A0E0C" w:rsidRPr="003A0E0C">
        <w:rPr>
          <w:rFonts w:eastAsiaTheme="majorEastAsia"/>
          <w:b/>
          <w:noProof/>
          <w:color w:val="E63D08"/>
          <w:sz w:val="34"/>
          <w:szCs w:val="34"/>
        </w:rPr>
        <w:drawing>
          <wp:anchor distT="0" distB="0" distL="114300" distR="114300" simplePos="0" relativeHeight="251658240" behindDoc="0" locked="0" layoutInCell="1" allowOverlap="1" wp14:anchorId="4D82BA10" wp14:editId="2B28C524">
            <wp:simplePos x="0" y="0"/>
            <wp:positionH relativeFrom="margin">
              <wp:posOffset>2242185</wp:posOffset>
            </wp:positionH>
            <wp:positionV relativeFrom="margin">
              <wp:posOffset>-581025</wp:posOffset>
            </wp:positionV>
            <wp:extent cx="2146935" cy="466725"/>
            <wp:effectExtent l="0" t="0" r="5715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3A46" w:rsidRDefault="00213A46" w:rsidP="00213A46">
      <w:pPr>
        <w:pStyle w:val="1"/>
        <w:spacing w:line="276" w:lineRule="auto"/>
        <w:jc w:val="left"/>
        <w:rPr>
          <w:sz w:val="32"/>
          <w:szCs w:val="32"/>
        </w:rPr>
      </w:pPr>
    </w:p>
    <w:p w:rsidR="00213A46" w:rsidRPr="00213A46" w:rsidRDefault="00555954" w:rsidP="00213A46">
      <w:pPr>
        <w:pStyle w:val="1"/>
        <w:spacing w:line="276" w:lineRule="auto"/>
        <w:jc w:val="left"/>
        <w:rPr>
          <w:sz w:val="32"/>
          <w:szCs w:val="32"/>
        </w:rPr>
      </w:pPr>
      <w:r>
        <w:rPr>
          <w:sz w:val="32"/>
          <w:szCs w:val="32"/>
        </w:rPr>
        <w:t>Инструкция по прохождению тестирования</w:t>
      </w:r>
      <w:r w:rsidR="00213A46" w:rsidRPr="00213A46">
        <w:rPr>
          <w:sz w:val="32"/>
          <w:szCs w:val="32"/>
        </w:rPr>
        <w:br/>
        <w:t>по выявлению предпринимательских способностей и склонностей у учащихся образовательных учреждений «Мой Бизнес» для администрации учебных заведений</w:t>
      </w:r>
    </w:p>
    <w:p w:rsidR="00213A46" w:rsidRPr="00213A46" w:rsidRDefault="00213A46" w:rsidP="00213A46">
      <w:pPr>
        <w:pStyle w:val="3"/>
        <w:rPr>
          <w:sz w:val="32"/>
          <w:szCs w:val="32"/>
        </w:rPr>
      </w:pPr>
    </w:p>
    <w:p w:rsidR="00B974F5" w:rsidRDefault="00B974F5" w:rsidP="00E32460">
      <w:pPr>
        <w:pStyle w:val="3"/>
      </w:pPr>
      <w:r w:rsidRPr="00B974F5">
        <w:t>ОРГАНИЗАЦИЯ</w:t>
      </w:r>
      <w:r>
        <w:t xml:space="preserve"> </w:t>
      </w:r>
      <w:r w:rsidRPr="00B974F5">
        <w:t>ТЕСТИРОВАНИЯ</w:t>
      </w:r>
    </w:p>
    <w:p w:rsidR="00B974F5" w:rsidRPr="00BC7C7B" w:rsidRDefault="00B974F5" w:rsidP="00BC7C7B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Назначить ответственного за организацию тестирования в учебном заведении</w:t>
      </w:r>
    </w:p>
    <w:p w:rsidR="00B974F5" w:rsidRPr="00BC7C7B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 xml:space="preserve">Установить время тестирования в учебном заведении </w:t>
      </w:r>
      <w:r w:rsidR="00523B83">
        <w:rPr>
          <w:sz w:val="23"/>
          <w:szCs w:val="23"/>
        </w:rPr>
        <w:t>или дома</w:t>
      </w:r>
    </w:p>
    <w:p w:rsidR="00B974F5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Оповестить всех учащихся и родителей 9-11 классов о предстоящем тестировании</w:t>
      </w:r>
    </w:p>
    <w:p w:rsidR="00B974F5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 xml:space="preserve">Проверить на работоспособность компьютеры и все комплектующие </w:t>
      </w:r>
    </w:p>
    <w:p w:rsidR="00D2155D" w:rsidRPr="00BC7C7B" w:rsidRDefault="00B84713" w:rsidP="00D2155D">
      <w:pPr>
        <w:pStyle w:val="a"/>
      </w:pPr>
      <w:r>
        <w:t>Необходимо</w:t>
      </w:r>
      <w:r w:rsidR="00D2155D">
        <w:t xml:space="preserve"> проводить тестирование через браузеры: «</w:t>
      </w:r>
      <w:r w:rsidR="00D2155D">
        <w:rPr>
          <w:sz w:val="23"/>
          <w:szCs w:val="23"/>
          <w:lang w:val="en-US"/>
        </w:rPr>
        <w:t>G</w:t>
      </w:r>
      <w:r w:rsidR="00D2155D" w:rsidRPr="00D2155D">
        <w:rPr>
          <w:sz w:val="23"/>
          <w:szCs w:val="23"/>
          <w:lang w:val="en-US"/>
        </w:rPr>
        <w:t>oogle</w:t>
      </w:r>
      <w:r w:rsidR="00D2155D" w:rsidRPr="00D2155D">
        <w:rPr>
          <w:sz w:val="23"/>
          <w:szCs w:val="23"/>
        </w:rPr>
        <w:t xml:space="preserve"> </w:t>
      </w:r>
      <w:r w:rsidR="00D2155D">
        <w:rPr>
          <w:sz w:val="23"/>
          <w:szCs w:val="23"/>
          <w:lang w:val="en-US"/>
        </w:rPr>
        <w:t>C</w:t>
      </w:r>
      <w:r w:rsidR="00D2155D" w:rsidRPr="00D2155D">
        <w:rPr>
          <w:sz w:val="23"/>
          <w:szCs w:val="23"/>
          <w:lang w:val="en-US"/>
        </w:rPr>
        <w:t>hrome</w:t>
      </w:r>
      <w:r w:rsidR="00D2155D">
        <w:rPr>
          <w:sz w:val="23"/>
          <w:szCs w:val="23"/>
        </w:rPr>
        <w:t>» или «</w:t>
      </w:r>
      <w:r w:rsidR="00D2155D">
        <w:rPr>
          <w:sz w:val="23"/>
          <w:szCs w:val="23"/>
          <w:lang w:val="en-US"/>
        </w:rPr>
        <w:t>M</w:t>
      </w:r>
      <w:r w:rsidR="00D2155D" w:rsidRPr="00D2155D">
        <w:rPr>
          <w:sz w:val="23"/>
          <w:szCs w:val="23"/>
        </w:rPr>
        <w:t xml:space="preserve">ozilla </w:t>
      </w:r>
      <w:r w:rsidR="00D2155D">
        <w:rPr>
          <w:sz w:val="23"/>
          <w:szCs w:val="23"/>
          <w:lang w:val="en-US"/>
        </w:rPr>
        <w:t>F</w:t>
      </w:r>
      <w:r w:rsidR="00D2155D" w:rsidRPr="00D2155D">
        <w:rPr>
          <w:sz w:val="23"/>
          <w:szCs w:val="23"/>
        </w:rPr>
        <w:t>irefox</w:t>
      </w:r>
      <w:r w:rsidR="00D2155D">
        <w:rPr>
          <w:sz w:val="23"/>
          <w:szCs w:val="23"/>
        </w:rPr>
        <w:t>»</w:t>
      </w:r>
    </w:p>
    <w:p w:rsidR="00B974F5" w:rsidRPr="00BC7C7B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Проверить д</w:t>
      </w:r>
      <w:r w:rsidR="00B9551B">
        <w:rPr>
          <w:sz w:val="23"/>
          <w:szCs w:val="23"/>
        </w:rPr>
        <w:t>оступ на платформу мойбизнес.рф</w:t>
      </w:r>
      <w:r w:rsidR="000514D3">
        <w:rPr>
          <w:sz w:val="23"/>
          <w:szCs w:val="23"/>
        </w:rPr>
        <w:t xml:space="preserve"> , кнопка «Тестирование</w:t>
      </w:r>
      <w:r w:rsidR="00B84713">
        <w:rPr>
          <w:sz w:val="23"/>
          <w:szCs w:val="23"/>
        </w:rPr>
        <w:t xml:space="preserve"> для школьников</w:t>
      </w:r>
      <w:r w:rsidR="000514D3">
        <w:rPr>
          <w:sz w:val="23"/>
          <w:szCs w:val="23"/>
        </w:rPr>
        <w:t>»</w:t>
      </w:r>
    </w:p>
    <w:p w:rsidR="00B974F5" w:rsidRPr="00BC7C7B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Ответственный от учебного заведения проходит тестирование в пробном формате для понимания концепции тестирования и дальнейшей консультации учащихся</w:t>
      </w:r>
    </w:p>
    <w:p w:rsidR="002556D5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В течении двух дней после тестирования ответственный в учебном заведении отправляет отчет ответственному лицу в региональном органе власти в сфере образования согласно Приложению 1</w:t>
      </w:r>
      <w:r w:rsidR="009B4D90" w:rsidRPr="00BC7C7B">
        <w:rPr>
          <w:sz w:val="23"/>
          <w:szCs w:val="23"/>
        </w:rPr>
        <w:t>.</w:t>
      </w:r>
    </w:p>
    <w:p w:rsidR="000514D3" w:rsidRPr="00BC7C7B" w:rsidRDefault="000514D3" w:rsidP="00B974F5">
      <w:pPr>
        <w:pStyle w:val="a"/>
        <w:rPr>
          <w:sz w:val="23"/>
          <w:szCs w:val="23"/>
        </w:rPr>
      </w:pPr>
      <w:r>
        <w:rPr>
          <w:sz w:val="23"/>
          <w:szCs w:val="23"/>
        </w:rPr>
        <w:t xml:space="preserve">Телефон горячей линии 8 800 100 89 21 </w:t>
      </w:r>
    </w:p>
    <w:p w:rsidR="00B974F5" w:rsidRDefault="00B974F5" w:rsidP="00B974F5">
      <w:pPr>
        <w:rPr>
          <w:b/>
        </w:rPr>
      </w:pPr>
    </w:p>
    <w:p w:rsidR="00BC7C7B" w:rsidRDefault="00BC7C7B" w:rsidP="00B974F5">
      <w:pPr>
        <w:rPr>
          <w:b/>
        </w:rPr>
      </w:pPr>
    </w:p>
    <w:p w:rsidR="003C1502" w:rsidRDefault="003C1502" w:rsidP="00B974F5">
      <w:pPr>
        <w:rPr>
          <w:b/>
        </w:rPr>
      </w:pPr>
    </w:p>
    <w:p w:rsidR="003C1502" w:rsidRDefault="003C1502" w:rsidP="00B974F5">
      <w:pPr>
        <w:rPr>
          <w:b/>
        </w:rPr>
      </w:pPr>
    </w:p>
    <w:p w:rsidR="00BC7C7B" w:rsidRDefault="00BC7C7B" w:rsidP="00B974F5">
      <w:pPr>
        <w:rPr>
          <w:b/>
        </w:rPr>
      </w:pPr>
    </w:p>
    <w:p w:rsidR="00BC7C7B" w:rsidRDefault="00BC7C7B" w:rsidP="00B974F5">
      <w:pPr>
        <w:rPr>
          <w:b/>
        </w:rPr>
      </w:pPr>
    </w:p>
    <w:p w:rsidR="00C0418E" w:rsidRDefault="00C0418E" w:rsidP="00B974F5">
      <w:pPr>
        <w:rPr>
          <w:b/>
        </w:rPr>
      </w:pPr>
    </w:p>
    <w:p w:rsidR="00C0418E" w:rsidRDefault="00C0418E" w:rsidP="00B974F5">
      <w:pPr>
        <w:rPr>
          <w:b/>
        </w:rPr>
      </w:pPr>
    </w:p>
    <w:p w:rsidR="00213A46" w:rsidRDefault="00213A46" w:rsidP="00E32460">
      <w:pPr>
        <w:pStyle w:val="3"/>
      </w:pPr>
    </w:p>
    <w:p w:rsidR="00BA18DA" w:rsidRDefault="00BA18DA" w:rsidP="00E32460">
      <w:pPr>
        <w:pStyle w:val="3"/>
      </w:pPr>
    </w:p>
    <w:p w:rsidR="00BA18DA" w:rsidRDefault="00BA18DA" w:rsidP="00E32460">
      <w:pPr>
        <w:pStyle w:val="3"/>
      </w:pPr>
    </w:p>
    <w:p w:rsidR="00BA18DA" w:rsidRDefault="00BA18DA" w:rsidP="00E32460">
      <w:pPr>
        <w:pStyle w:val="3"/>
      </w:pPr>
    </w:p>
    <w:p w:rsidR="00B974F5" w:rsidRDefault="00B974F5" w:rsidP="00E32460">
      <w:pPr>
        <w:pStyle w:val="3"/>
      </w:pPr>
      <w:r w:rsidRPr="00B974F5">
        <w:lastRenderedPageBreak/>
        <w:t xml:space="preserve">ПОДГОТОВКА К ТЕСТИРОВАНИЮ </w:t>
      </w:r>
    </w:p>
    <w:p w:rsidR="00B974F5" w:rsidRPr="00BC7C7B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 xml:space="preserve">Тестирование проходит на компьютере </w:t>
      </w:r>
    </w:p>
    <w:p w:rsidR="00B974F5" w:rsidRPr="00BC7C7B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 xml:space="preserve">Необходимо иметь доступ к интернету </w:t>
      </w:r>
    </w:p>
    <w:p w:rsidR="00B974F5" w:rsidRPr="00BC7C7B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Тестирование проходит на сайте мойбизнес.рф</w:t>
      </w:r>
    </w:p>
    <w:p w:rsidR="00B974F5" w:rsidRPr="00BC7C7B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 xml:space="preserve">Для </w:t>
      </w:r>
      <w:r w:rsidR="0013662D">
        <w:rPr>
          <w:sz w:val="23"/>
          <w:szCs w:val="23"/>
        </w:rPr>
        <w:t>перехода на страницу</w:t>
      </w:r>
      <w:r w:rsidRPr="00BC7C7B">
        <w:rPr>
          <w:sz w:val="23"/>
          <w:szCs w:val="23"/>
        </w:rPr>
        <w:t xml:space="preserve"> тест</w:t>
      </w:r>
      <w:r w:rsidR="0013662D">
        <w:rPr>
          <w:sz w:val="23"/>
          <w:szCs w:val="23"/>
        </w:rPr>
        <w:t>ирования</w:t>
      </w:r>
      <w:r w:rsidRPr="00BC7C7B">
        <w:rPr>
          <w:sz w:val="23"/>
          <w:szCs w:val="23"/>
        </w:rPr>
        <w:t xml:space="preserve"> необходимо нажать кнопку «</w:t>
      </w:r>
      <w:r w:rsidR="0013662D">
        <w:rPr>
          <w:sz w:val="23"/>
          <w:szCs w:val="23"/>
        </w:rPr>
        <w:t>Тестирование</w:t>
      </w:r>
      <w:r w:rsidR="00B84713">
        <w:rPr>
          <w:sz w:val="23"/>
          <w:szCs w:val="23"/>
        </w:rPr>
        <w:t xml:space="preserve"> для школьников</w:t>
      </w:r>
      <w:r w:rsidRPr="00BC7C7B">
        <w:rPr>
          <w:sz w:val="23"/>
          <w:szCs w:val="23"/>
        </w:rPr>
        <w:t xml:space="preserve">» </w:t>
      </w:r>
    </w:p>
    <w:p w:rsidR="00B974F5" w:rsidRPr="00BC7C7B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Участнику необходимо заполнить регистрационную страницу:</w:t>
      </w:r>
    </w:p>
    <w:p w:rsidR="00B974F5" w:rsidRPr="00BC7C7B" w:rsidRDefault="00B974F5" w:rsidP="00BC7C7B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 xml:space="preserve">ФИО </w:t>
      </w:r>
    </w:p>
    <w:p w:rsidR="00B974F5" w:rsidRPr="00BC7C7B" w:rsidRDefault="00B974F5" w:rsidP="00BC7C7B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Дата рождения</w:t>
      </w:r>
    </w:p>
    <w:p w:rsidR="00B974F5" w:rsidRPr="00BC7C7B" w:rsidRDefault="0013662D" w:rsidP="00BC7C7B">
      <w:pPr>
        <w:pStyle w:val="a"/>
        <w:rPr>
          <w:sz w:val="23"/>
          <w:szCs w:val="23"/>
        </w:rPr>
      </w:pPr>
      <w:r>
        <w:rPr>
          <w:sz w:val="23"/>
          <w:szCs w:val="23"/>
        </w:rPr>
        <w:t>Населенный пункт</w:t>
      </w:r>
    </w:p>
    <w:p w:rsidR="00B974F5" w:rsidRPr="00BC7C7B" w:rsidRDefault="00B974F5" w:rsidP="00BC7C7B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 xml:space="preserve">Телефон </w:t>
      </w:r>
    </w:p>
    <w:p w:rsidR="00B974F5" w:rsidRPr="00BC7C7B" w:rsidRDefault="00B974F5" w:rsidP="00BC7C7B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E-mail</w:t>
      </w:r>
    </w:p>
    <w:p w:rsidR="00B974F5" w:rsidRDefault="00B974F5" w:rsidP="00B974F5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По итогу заполнения, участник нажимает кнопку «</w:t>
      </w:r>
      <w:r w:rsidR="0013662D">
        <w:rPr>
          <w:sz w:val="23"/>
          <w:szCs w:val="23"/>
        </w:rPr>
        <w:t>Зарегистрироваться</w:t>
      </w:r>
      <w:r w:rsidRPr="00BC7C7B">
        <w:rPr>
          <w:sz w:val="23"/>
          <w:szCs w:val="23"/>
        </w:rPr>
        <w:t>»</w:t>
      </w:r>
      <w:r w:rsidR="0013662D">
        <w:rPr>
          <w:sz w:val="23"/>
          <w:szCs w:val="23"/>
        </w:rPr>
        <w:t xml:space="preserve"> </w:t>
      </w:r>
    </w:p>
    <w:p w:rsidR="0013662D" w:rsidRPr="00BC7C7B" w:rsidRDefault="0013662D" w:rsidP="00B974F5">
      <w:pPr>
        <w:pStyle w:val="a"/>
        <w:rPr>
          <w:sz w:val="23"/>
          <w:szCs w:val="23"/>
        </w:rPr>
      </w:pPr>
      <w:r>
        <w:rPr>
          <w:sz w:val="23"/>
          <w:szCs w:val="23"/>
        </w:rPr>
        <w:t>Далее участник знакомиться с вводной частью тестирования, изучает дальнейший план действий и нажимает кнопку «Начать тест»</w:t>
      </w:r>
    </w:p>
    <w:p w:rsidR="00B974F5" w:rsidRPr="00213A46" w:rsidRDefault="00B974F5" w:rsidP="00B974F5">
      <w:pPr>
        <w:pStyle w:val="a"/>
        <w:numPr>
          <w:ilvl w:val="0"/>
          <w:numId w:val="0"/>
        </w:numPr>
        <w:ind w:left="360"/>
        <w:rPr>
          <w:b/>
          <w:sz w:val="22"/>
          <w:szCs w:val="22"/>
        </w:rPr>
      </w:pPr>
    </w:p>
    <w:p w:rsidR="00B974F5" w:rsidRDefault="00B974F5" w:rsidP="00E32460">
      <w:pPr>
        <w:pStyle w:val="3"/>
      </w:pPr>
      <w:r w:rsidRPr="00B974F5">
        <w:t>ТЕСТИРОВАНИ</w:t>
      </w:r>
      <w:r>
        <w:t>Е</w:t>
      </w:r>
      <w:r w:rsidRPr="00B974F5">
        <w:t xml:space="preserve"> </w:t>
      </w:r>
    </w:p>
    <w:p w:rsidR="00B974F5" w:rsidRPr="00BC7C7B" w:rsidRDefault="00B974F5" w:rsidP="000514D3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Прочитав вопрос, участник выбирает один вариант ответа из предложенных</w:t>
      </w:r>
    </w:p>
    <w:p w:rsidR="00B974F5" w:rsidRPr="00BC7C7B" w:rsidRDefault="00B974F5" w:rsidP="000514D3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Для перехода к следующему вопросу необходимо нажать кнопку «Далее»</w:t>
      </w:r>
    </w:p>
    <w:p w:rsidR="00B974F5" w:rsidRPr="00BC7C7B" w:rsidRDefault="00654279" w:rsidP="000514D3">
      <w:pPr>
        <w:pStyle w:val="a"/>
        <w:rPr>
          <w:sz w:val="23"/>
          <w:szCs w:val="23"/>
        </w:rPr>
      </w:pPr>
      <w:r>
        <w:rPr>
          <w:sz w:val="23"/>
          <w:szCs w:val="23"/>
        </w:rPr>
        <w:t>Сверху будет показан номер вопроса и прогрессирующая шкала</w:t>
      </w:r>
      <w:r w:rsidR="000514D3">
        <w:rPr>
          <w:sz w:val="23"/>
          <w:szCs w:val="23"/>
        </w:rPr>
        <w:t xml:space="preserve"> прохождения тестирования</w:t>
      </w:r>
    </w:p>
    <w:p w:rsidR="00654279" w:rsidRDefault="00B974F5" w:rsidP="000514D3">
      <w:pPr>
        <w:pStyle w:val="a"/>
        <w:rPr>
          <w:sz w:val="23"/>
          <w:szCs w:val="23"/>
        </w:rPr>
      </w:pPr>
      <w:r w:rsidRPr="00BC7C7B">
        <w:rPr>
          <w:sz w:val="23"/>
          <w:szCs w:val="23"/>
        </w:rPr>
        <w:t>Вернуться и исправить результат ответа нельзя</w:t>
      </w:r>
    </w:p>
    <w:p w:rsidR="00654279" w:rsidRDefault="00654279" w:rsidP="000514D3">
      <w:pPr>
        <w:pStyle w:val="a"/>
        <w:rPr>
          <w:sz w:val="23"/>
          <w:szCs w:val="23"/>
        </w:rPr>
      </w:pPr>
      <w:r>
        <w:rPr>
          <w:sz w:val="23"/>
          <w:szCs w:val="23"/>
        </w:rPr>
        <w:t>Для завершения тестирования необходимо нажать кнопку «</w:t>
      </w:r>
      <w:r w:rsidR="008851AD">
        <w:rPr>
          <w:sz w:val="23"/>
          <w:szCs w:val="23"/>
        </w:rPr>
        <w:t>З</w:t>
      </w:r>
      <w:r w:rsidR="005E1BFB">
        <w:rPr>
          <w:sz w:val="23"/>
          <w:szCs w:val="23"/>
        </w:rPr>
        <w:t>авершить тест»</w:t>
      </w:r>
    </w:p>
    <w:p w:rsidR="005E1BFB" w:rsidRPr="00654279" w:rsidRDefault="005E1BFB" w:rsidP="000514D3">
      <w:pPr>
        <w:pStyle w:val="a"/>
        <w:rPr>
          <w:sz w:val="23"/>
          <w:szCs w:val="23"/>
        </w:rPr>
      </w:pPr>
      <w:r>
        <w:rPr>
          <w:sz w:val="23"/>
          <w:szCs w:val="23"/>
        </w:rPr>
        <w:t xml:space="preserve">Далее участнику необходимо перейти на почту, указанную </w:t>
      </w:r>
      <w:r w:rsidR="008851AD">
        <w:rPr>
          <w:sz w:val="23"/>
          <w:szCs w:val="23"/>
        </w:rPr>
        <w:t>при регистрации</w:t>
      </w:r>
      <w:r w:rsidR="000514D3">
        <w:rPr>
          <w:sz w:val="23"/>
          <w:szCs w:val="23"/>
        </w:rPr>
        <w:t xml:space="preserve"> с целью получения результатов тестирования, курса по созданию собственного бизнеса и информации по получению сертификата </w:t>
      </w:r>
    </w:p>
    <w:p w:rsidR="00B974F5" w:rsidRDefault="00B974F5" w:rsidP="00B974F5">
      <w:pPr>
        <w:pStyle w:val="a"/>
        <w:numPr>
          <w:ilvl w:val="0"/>
          <w:numId w:val="0"/>
        </w:numPr>
        <w:ind w:left="720" w:hanging="360"/>
      </w:pPr>
    </w:p>
    <w:p w:rsidR="00B974F5" w:rsidRDefault="00683B23" w:rsidP="00E32460">
      <w:pPr>
        <w:pStyle w:val="3"/>
      </w:pPr>
      <w:r w:rsidRPr="00683B23">
        <w:t xml:space="preserve">ПОЛУЧЕНИЕ СЕРТИФИКАТА И ДОСТУПА К КУРСУ ПО </w:t>
      </w:r>
      <w:r w:rsidR="00487C60">
        <w:t>СОЗДАНИЮ СОБСТВЕННОГО БИЗНЕСА</w:t>
      </w:r>
    </w:p>
    <w:p w:rsidR="00683B23" w:rsidRDefault="00683B23" w:rsidP="00683B23">
      <w:pPr>
        <w:pStyle w:val="a"/>
        <w:numPr>
          <w:ilvl w:val="0"/>
          <w:numId w:val="0"/>
        </w:numPr>
        <w:jc w:val="left"/>
        <w:rPr>
          <w:b/>
        </w:rPr>
      </w:pPr>
      <w:r w:rsidRPr="00683B23">
        <w:rPr>
          <w:b/>
        </w:rPr>
        <w:t xml:space="preserve">По окончанию тестирования </w:t>
      </w:r>
      <w:r w:rsidR="00555954">
        <w:rPr>
          <w:b/>
        </w:rPr>
        <w:t>участнику на почту будет отправлен</w:t>
      </w:r>
      <w:r w:rsidRPr="00683B23">
        <w:rPr>
          <w:b/>
        </w:rPr>
        <w:t xml:space="preserve"> план действий:</w:t>
      </w:r>
    </w:p>
    <w:p w:rsidR="00F8525A" w:rsidRDefault="00555954" w:rsidP="00683B23">
      <w:pPr>
        <w:pStyle w:val="a"/>
        <w:rPr>
          <w:sz w:val="23"/>
          <w:szCs w:val="23"/>
        </w:rPr>
      </w:pPr>
      <w:r>
        <w:rPr>
          <w:sz w:val="23"/>
          <w:szCs w:val="23"/>
        </w:rPr>
        <w:t>По</w:t>
      </w:r>
      <w:r w:rsidR="00683B23" w:rsidRPr="00BC7C7B">
        <w:rPr>
          <w:sz w:val="23"/>
          <w:szCs w:val="23"/>
        </w:rPr>
        <w:t xml:space="preserve"> получени</w:t>
      </w:r>
      <w:r>
        <w:rPr>
          <w:sz w:val="23"/>
          <w:szCs w:val="23"/>
        </w:rPr>
        <w:t>ю</w:t>
      </w:r>
      <w:r w:rsidR="00683B23" w:rsidRPr="00BC7C7B">
        <w:rPr>
          <w:sz w:val="23"/>
          <w:szCs w:val="23"/>
        </w:rPr>
        <w:t xml:space="preserve"> результатов</w:t>
      </w:r>
    </w:p>
    <w:p w:rsidR="00683B23" w:rsidRPr="00BC7C7B" w:rsidRDefault="00683B23" w:rsidP="00F8525A">
      <w:pPr>
        <w:pStyle w:val="a"/>
        <w:numPr>
          <w:ilvl w:val="0"/>
          <w:numId w:val="0"/>
        </w:numPr>
        <w:ind w:left="720"/>
        <w:rPr>
          <w:sz w:val="23"/>
          <w:szCs w:val="23"/>
        </w:rPr>
      </w:pPr>
      <w:bookmarkStart w:id="0" w:name="_GoBack"/>
      <w:bookmarkEnd w:id="0"/>
      <w:r w:rsidRPr="00BC7C7B">
        <w:rPr>
          <w:sz w:val="23"/>
          <w:szCs w:val="23"/>
        </w:rPr>
        <w:t xml:space="preserve"> </w:t>
      </w:r>
    </w:p>
    <w:p w:rsidR="00683B23" w:rsidRDefault="00683B23" w:rsidP="00683B23">
      <w:pPr>
        <w:pStyle w:val="a0"/>
        <w:rPr>
          <w:sz w:val="23"/>
          <w:szCs w:val="23"/>
        </w:rPr>
      </w:pPr>
      <w:r w:rsidRPr="00BC7C7B">
        <w:rPr>
          <w:sz w:val="23"/>
          <w:szCs w:val="23"/>
        </w:rPr>
        <w:lastRenderedPageBreak/>
        <w:t>Результаты можно</w:t>
      </w:r>
      <w:r w:rsidR="00F549C9">
        <w:rPr>
          <w:sz w:val="23"/>
          <w:szCs w:val="23"/>
        </w:rPr>
        <w:t xml:space="preserve"> просмотреть</w:t>
      </w:r>
      <w:r w:rsidRPr="00BC7C7B">
        <w:rPr>
          <w:sz w:val="23"/>
          <w:szCs w:val="23"/>
        </w:rPr>
        <w:t xml:space="preserve"> и сохранить на рабочий стол</w:t>
      </w:r>
    </w:p>
    <w:p w:rsidR="00C71A64" w:rsidRPr="00C71A64" w:rsidRDefault="00C71A64" w:rsidP="00C71A64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  <w:r>
        <w:rPr>
          <w:sz w:val="23"/>
          <w:szCs w:val="23"/>
        </w:rPr>
        <w:t>Р</w:t>
      </w:r>
      <w:r w:rsidRPr="00C71A64">
        <w:rPr>
          <w:sz w:val="23"/>
          <w:szCs w:val="23"/>
        </w:rPr>
        <w:t>езультаты тестирования были разбиты на 26 параметров,</w:t>
      </w:r>
    </w:p>
    <w:p w:rsidR="00C71A64" w:rsidRPr="00C71A64" w:rsidRDefault="00C71A64" w:rsidP="00C71A64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  <w:r w:rsidRPr="00C71A64">
        <w:rPr>
          <w:sz w:val="23"/>
          <w:szCs w:val="23"/>
        </w:rPr>
        <w:t>определяющих профессионально значимые характеристики личности</w:t>
      </w:r>
    </w:p>
    <w:p w:rsidR="00C71A64" w:rsidRPr="00C71A64" w:rsidRDefault="00C71A64" w:rsidP="00C71A64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  <w:r w:rsidRPr="00C71A64">
        <w:rPr>
          <w:sz w:val="23"/>
          <w:szCs w:val="23"/>
        </w:rPr>
        <w:t>предпринимателя.</w:t>
      </w:r>
    </w:p>
    <w:p w:rsidR="00C71A64" w:rsidRPr="00C71A64" w:rsidRDefault="00C71A64" w:rsidP="00C71A64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  <w:r w:rsidRPr="00C71A64">
        <w:rPr>
          <w:sz w:val="23"/>
          <w:szCs w:val="23"/>
        </w:rPr>
        <w:t>Из них 14 параметров относятся к категории профессионально значимых</w:t>
      </w:r>
    </w:p>
    <w:p w:rsidR="00C71A64" w:rsidRPr="00C71A64" w:rsidRDefault="00C71A64" w:rsidP="00C71A64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  <w:r w:rsidRPr="00C71A64">
        <w:rPr>
          <w:sz w:val="23"/>
          <w:szCs w:val="23"/>
        </w:rPr>
        <w:t>свойств, определяющих функции бизнеса и 12 параметров, которые имеют</w:t>
      </w:r>
    </w:p>
    <w:p w:rsidR="00C71A64" w:rsidRPr="00C71A64" w:rsidRDefault="00C71A64" w:rsidP="00C71A64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  <w:r w:rsidRPr="00C71A64">
        <w:rPr>
          <w:sz w:val="23"/>
          <w:szCs w:val="23"/>
        </w:rPr>
        <w:t>общепрофессиональную и универсальную направленность, но крайне</w:t>
      </w:r>
    </w:p>
    <w:p w:rsidR="00C71A64" w:rsidRPr="00BC7C7B" w:rsidRDefault="00C71A64" w:rsidP="00C71A64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  <w:r w:rsidRPr="00C71A64">
        <w:rPr>
          <w:sz w:val="23"/>
          <w:szCs w:val="23"/>
        </w:rPr>
        <w:t>необходимы для людей, занимающихся предпринимательством.</w:t>
      </w:r>
    </w:p>
    <w:p w:rsidR="00B974F5" w:rsidRDefault="00555954" w:rsidP="00683B23">
      <w:pPr>
        <w:pStyle w:val="a"/>
        <w:rPr>
          <w:sz w:val="23"/>
          <w:szCs w:val="23"/>
        </w:rPr>
      </w:pPr>
      <w:r>
        <w:rPr>
          <w:sz w:val="23"/>
          <w:szCs w:val="23"/>
        </w:rPr>
        <w:t xml:space="preserve">По </w:t>
      </w:r>
      <w:r w:rsidRPr="00BC7C7B">
        <w:rPr>
          <w:sz w:val="23"/>
          <w:szCs w:val="23"/>
        </w:rPr>
        <w:t>доступу</w:t>
      </w:r>
      <w:r w:rsidR="00683B23" w:rsidRPr="00BC7C7B">
        <w:rPr>
          <w:sz w:val="23"/>
          <w:szCs w:val="23"/>
        </w:rPr>
        <w:t xml:space="preserve"> к бесплатному онлайн-курсу по </w:t>
      </w:r>
      <w:r w:rsidR="00487C60">
        <w:rPr>
          <w:sz w:val="23"/>
          <w:szCs w:val="23"/>
        </w:rPr>
        <w:t>созданию собственного бизнеса</w:t>
      </w:r>
    </w:p>
    <w:p w:rsidR="00B974F5" w:rsidRDefault="00683B23" w:rsidP="00683B23">
      <w:pPr>
        <w:pStyle w:val="a0"/>
        <w:rPr>
          <w:sz w:val="23"/>
          <w:szCs w:val="23"/>
        </w:rPr>
      </w:pPr>
      <w:r w:rsidRPr="00BC7C7B">
        <w:rPr>
          <w:sz w:val="23"/>
          <w:szCs w:val="23"/>
        </w:rPr>
        <w:t xml:space="preserve">Участник самостоятельно проходит курс по </w:t>
      </w:r>
      <w:r w:rsidR="00487C60">
        <w:rPr>
          <w:sz w:val="23"/>
          <w:szCs w:val="23"/>
        </w:rPr>
        <w:t>созданию собственного бизнеса</w:t>
      </w:r>
      <w:r w:rsidRPr="00BC7C7B">
        <w:rPr>
          <w:sz w:val="23"/>
          <w:szCs w:val="23"/>
        </w:rPr>
        <w:t>, используя компьютер/телефон</w:t>
      </w:r>
    </w:p>
    <w:p w:rsidR="001E6F70" w:rsidRPr="002742EB" w:rsidRDefault="001E6F70" w:rsidP="001E6F70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  <w:r w:rsidRPr="002742EB">
        <w:rPr>
          <w:sz w:val="23"/>
          <w:szCs w:val="23"/>
        </w:rPr>
        <w:t>Курс состоит из 1</w:t>
      </w:r>
      <w:r w:rsidR="005E09DC" w:rsidRPr="002742EB">
        <w:rPr>
          <w:sz w:val="23"/>
          <w:szCs w:val="23"/>
        </w:rPr>
        <w:t>0</w:t>
      </w:r>
      <w:r w:rsidRPr="002742EB">
        <w:rPr>
          <w:sz w:val="23"/>
          <w:szCs w:val="23"/>
        </w:rPr>
        <w:t xml:space="preserve"> уроков, каждый из которых будет раскрывать этапы</w:t>
      </w:r>
    </w:p>
    <w:p w:rsidR="001E6F70" w:rsidRPr="002742EB" w:rsidRDefault="001E6F70" w:rsidP="001E6F70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  <w:r w:rsidRPr="002742EB">
        <w:rPr>
          <w:sz w:val="23"/>
          <w:szCs w:val="23"/>
        </w:rPr>
        <w:t>построения бизнеса с нуля</w:t>
      </w:r>
      <w:r w:rsidR="00F8525A">
        <w:rPr>
          <w:sz w:val="23"/>
          <w:szCs w:val="23"/>
        </w:rPr>
        <w:t>. В период с 27.12.2019 по 27</w:t>
      </w:r>
      <w:r w:rsidR="002742EB" w:rsidRPr="002742EB">
        <w:rPr>
          <w:sz w:val="23"/>
          <w:szCs w:val="23"/>
        </w:rPr>
        <w:t>.01.2020 на эту почту будет отправлена ссылка со всеми материалами.</w:t>
      </w:r>
    </w:p>
    <w:p w:rsidR="001E6F70" w:rsidRPr="00BC7C7B" w:rsidRDefault="001E6F70" w:rsidP="001E6F70">
      <w:pPr>
        <w:pStyle w:val="a0"/>
        <w:numPr>
          <w:ilvl w:val="0"/>
          <w:numId w:val="0"/>
        </w:numPr>
        <w:ind w:left="1440"/>
        <w:rPr>
          <w:sz w:val="23"/>
          <w:szCs w:val="23"/>
        </w:rPr>
      </w:pPr>
    </w:p>
    <w:p w:rsidR="00683B23" w:rsidRPr="00BC7C7B" w:rsidRDefault="00555954" w:rsidP="00683B23">
      <w:pPr>
        <w:pStyle w:val="a"/>
        <w:rPr>
          <w:sz w:val="23"/>
          <w:szCs w:val="23"/>
        </w:rPr>
      </w:pPr>
      <w:r>
        <w:rPr>
          <w:rStyle w:val="aff8"/>
          <w:sz w:val="23"/>
          <w:szCs w:val="23"/>
        </w:rPr>
        <w:t>По</w:t>
      </w:r>
      <w:r w:rsidR="00683B23" w:rsidRPr="00BC7C7B">
        <w:rPr>
          <w:rStyle w:val="aff8"/>
          <w:sz w:val="23"/>
          <w:szCs w:val="23"/>
        </w:rPr>
        <w:t xml:space="preserve"> получению сертификата участника</w:t>
      </w:r>
      <w:r w:rsidR="00683B23" w:rsidRPr="00BC7C7B">
        <w:rPr>
          <w:sz w:val="23"/>
          <w:szCs w:val="23"/>
        </w:rPr>
        <w:t xml:space="preserve"> </w:t>
      </w:r>
    </w:p>
    <w:p w:rsidR="00C71A64" w:rsidRDefault="00C71A64" w:rsidP="00C5651A">
      <w:pPr>
        <w:pStyle w:val="a"/>
        <w:numPr>
          <w:ilvl w:val="0"/>
          <w:numId w:val="0"/>
        </w:numPr>
        <w:ind w:left="1418"/>
        <w:rPr>
          <w:sz w:val="23"/>
          <w:szCs w:val="23"/>
        </w:rPr>
      </w:pPr>
      <w:r w:rsidRPr="00C71A64">
        <w:rPr>
          <w:sz w:val="23"/>
          <w:szCs w:val="23"/>
        </w:rPr>
        <w:t>За участие во всероссийском тест</w:t>
      </w:r>
      <w:r>
        <w:rPr>
          <w:sz w:val="23"/>
          <w:szCs w:val="23"/>
        </w:rPr>
        <w:t>ировании по предпринимательству всем участникам будет выписан именной сертификат.</w:t>
      </w:r>
    </w:p>
    <w:p w:rsidR="00C71A64" w:rsidRPr="00C71A64" w:rsidRDefault="00C71A64" w:rsidP="00C5651A">
      <w:pPr>
        <w:pStyle w:val="a"/>
        <w:numPr>
          <w:ilvl w:val="0"/>
          <w:numId w:val="0"/>
        </w:numPr>
        <w:ind w:left="1418"/>
        <w:rPr>
          <w:sz w:val="23"/>
          <w:szCs w:val="23"/>
        </w:rPr>
      </w:pPr>
      <w:r w:rsidRPr="00C71A64">
        <w:rPr>
          <w:sz w:val="23"/>
          <w:szCs w:val="23"/>
        </w:rPr>
        <w:t>По итогу обработки результатов тестирования всех субъектов РФ ,</w:t>
      </w:r>
    </w:p>
    <w:p w:rsidR="00C71A64" w:rsidRPr="00C71A64" w:rsidRDefault="00C71A64" w:rsidP="00C5651A">
      <w:pPr>
        <w:pStyle w:val="a"/>
        <w:numPr>
          <w:ilvl w:val="0"/>
          <w:numId w:val="0"/>
        </w:numPr>
        <w:ind w:left="1418"/>
        <w:rPr>
          <w:sz w:val="23"/>
          <w:szCs w:val="23"/>
        </w:rPr>
      </w:pPr>
      <w:r w:rsidRPr="00C71A64">
        <w:rPr>
          <w:sz w:val="23"/>
          <w:szCs w:val="23"/>
        </w:rPr>
        <w:t>сертификаты будут предоставлены каждому участнику.</w:t>
      </w:r>
    </w:p>
    <w:p w:rsidR="0079095C" w:rsidRPr="0025507D" w:rsidRDefault="00213A46" w:rsidP="0025507D">
      <w:pPr>
        <w:pStyle w:val="a"/>
        <w:numPr>
          <w:ilvl w:val="0"/>
          <w:numId w:val="0"/>
        </w:numPr>
        <w:tabs>
          <w:tab w:val="left" w:pos="7095"/>
        </w:tabs>
        <w:ind w:left="720" w:hanging="360"/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7E54C70" wp14:editId="52B2170A">
                <wp:simplePos x="0" y="0"/>
                <wp:positionH relativeFrom="page">
                  <wp:posOffset>5084445</wp:posOffset>
                </wp:positionH>
                <wp:positionV relativeFrom="page">
                  <wp:posOffset>9866630</wp:posOffset>
                </wp:positionV>
                <wp:extent cx="1563370" cy="408940"/>
                <wp:effectExtent l="0" t="0" r="0" b="10160"/>
                <wp:wrapSquare wrapText="bothSides"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337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2460" w:rsidRPr="00E32460" w:rsidRDefault="00E32460" w:rsidP="006D1603">
                            <w:pPr>
                              <w:pStyle w:val="1"/>
                              <w:spacing w:line="276" w:lineRule="auto"/>
                              <w:jc w:val="right"/>
                              <w:rPr>
                                <w:sz w:val="14"/>
                              </w:rPr>
                            </w:pPr>
                            <w:r w:rsidRPr="00E32460">
                              <w:rPr>
                                <w:sz w:val="24"/>
                              </w:rPr>
                              <w:t>Москва,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54C70" id="Прямоугольник 2" o:spid="_x0000_s1026" style="position:absolute;left:0;text-align:left;margin-left:400.35pt;margin-top:776.9pt;width:123.1pt;height:32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" filled="f" stroked="f" strokeweight="1pt">
                <v:textbox inset="0,0,0,0">
                  <w:txbxContent>
                    <w:p w:rsidR="00E32460" w:rsidRPr="00E32460" w:rsidRDefault="00E32460" w:rsidP="006D1603">
                      <w:pPr>
                        <w:pStyle w:val="1"/>
                        <w:spacing w:line="276" w:lineRule="auto"/>
                        <w:jc w:val="right"/>
                        <w:rPr>
                          <w:sz w:val="14"/>
                        </w:rPr>
                      </w:pPr>
                      <w:r w:rsidRPr="00E32460">
                        <w:rPr>
                          <w:sz w:val="24"/>
                        </w:rPr>
                        <w:t>Москва, 2019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934437">
        <w:t>Приложение 1</w:t>
      </w:r>
    </w:p>
    <w:tbl>
      <w:tblPr>
        <w:tblW w:w="935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68"/>
        <w:gridCol w:w="1517"/>
        <w:gridCol w:w="1559"/>
        <w:gridCol w:w="2410"/>
        <w:gridCol w:w="425"/>
        <w:gridCol w:w="567"/>
        <w:gridCol w:w="567"/>
        <w:gridCol w:w="567"/>
        <w:gridCol w:w="641"/>
        <w:gridCol w:w="635"/>
      </w:tblGrid>
      <w:tr w:rsidR="0079095C" w:rsidRPr="0079095C" w:rsidTr="00706576">
        <w:trPr>
          <w:trHeight w:val="555"/>
        </w:trPr>
        <w:tc>
          <w:tcPr>
            <w:tcW w:w="4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noWrap/>
            <w:vAlign w:val="center"/>
            <w:hideMark/>
          </w:tcPr>
          <w:p w:rsidR="0079095C" w:rsidRPr="00E32460" w:rsidRDefault="0079095C" w:rsidP="00E32460">
            <w:pPr>
              <w:pStyle w:val="3"/>
              <w:jc w:val="center"/>
              <w:rPr>
                <w:sz w:val="20"/>
              </w:rPr>
            </w:pPr>
            <w:r w:rsidRPr="00E32460">
              <w:rPr>
                <w:sz w:val="20"/>
              </w:rPr>
              <w:t>№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noWrap/>
            <w:vAlign w:val="center"/>
            <w:hideMark/>
          </w:tcPr>
          <w:p w:rsidR="0079095C" w:rsidRPr="00E32460" w:rsidRDefault="0079095C" w:rsidP="00E32460">
            <w:pPr>
              <w:pStyle w:val="3"/>
              <w:jc w:val="center"/>
              <w:rPr>
                <w:sz w:val="20"/>
              </w:rPr>
            </w:pPr>
            <w:r w:rsidRPr="00E32460">
              <w:rPr>
                <w:sz w:val="20"/>
              </w:rPr>
              <w:t>Субъект РФ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E32460" w:rsidRDefault="0079095C" w:rsidP="00E32460">
            <w:pPr>
              <w:pStyle w:val="3"/>
              <w:jc w:val="center"/>
              <w:rPr>
                <w:sz w:val="20"/>
              </w:rPr>
            </w:pPr>
            <w:r w:rsidRPr="00E32460">
              <w:rPr>
                <w:sz w:val="20"/>
              </w:rPr>
              <w:t>Населенный пункт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E32460" w:rsidRDefault="0079095C" w:rsidP="00E32460">
            <w:pPr>
              <w:pStyle w:val="3"/>
              <w:jc w:val="center"/>
              <w:rPr>
                <w:sz w:val="20"/>
              </w:rPr>
            </w:pPr>
            <w:r w:rsidRPr="00E32460">
              <w:rPr>
                <w:sz w:val="20"/>
              </w:rPr>
              <w:t>Полное название УЗ</w:t>
            </w:r>
          </w:p>
          <w:p w:rsidR="0079095C" w:rsidRPr="00E32460" w:rsidRDefault="0079095C" w:rsidP="00E32460">
            <w:pPr>
              <w:pStyle w:val="3"/>
              <w:jc w:val="center"/>
              <w:rPr>
                <w:sz w:val="20"/>
              </w:rPr>
            </w:pPr>
            <w:r w:rsidRPr="00E32460">
              <w:rPr>
                <w:sz w:val="20"/>
              </w:rPr>
              <w:t>(без сокращений)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4DAC4"/>
            <w:vAlign w:val="center"/>
            <w:hideMark/>
          </w:tcPr>
          <w:p w:rsidR="0079095C" w:rsidRPr="00E32460" w:rsidRDefault="0079095C" w:rsidP="00E32460">
            <w:pPr>
              <w:pStyle w:val="3"/>
              <w:jc w:val="center"/>
              <w:rPr>
                <w:sz w:val="20"/>
              </w:rPr>
            </w:pPr>
            <w:r w:rsidRPr="00E32460">
              <w:rPr>
                <w:sz w:val="20"/>
              </w:rPr>
              <w:t>Количество протестиро-</w:t>
            </w:r>
            <w:r w:rsidR="00E32460">
              <w:rPr>
                <w:sz w:val="20"/>
              </w:rPr>
              <w:br/>
            </w:r>
            <w:r w:rsidRPr="00E32460">
              <w:rPr>
                <w:sz w:val="20"/>
              </w:rPr>
              <w:t>ванных классов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DAC4"/>
            <w:vAlign w:val="center"/>
            <w:hideMark/>
          </w:tcPr>
          <w:p w:rsidR="0079095C" w:rsidRPr="00E32460" w:rsidRDefault="0079095C" w:rsidP="00E32460">
            <w:pPr>
              <w:pStyle w:val="3"/>
              <w:jc w:val="center"/>
              <w:rPr>
                <w:sz w:val="20"/>
              </w:rPr>
            </w:pPr>
            <w:r w:rsidRPr="00E32460">
              <w:rPr>
                <w:sz w:val="20"/>
              </w:rPr>
              <w:t>Количество протестирован-</w:t>
            </w:r>
            <w:r w:rsidR="00E32460">
              <w:rPr>
                <w:sz w:val="20"/>
              </w:rPr>
              <w:br/>
            </w:r>
            <w:r w:rsidRPr="00E32460">
              <w:rPr>
                <w:sz w:val="20"/>
              </w:rPr>
              <w:t>ных учеников</w:t>
            </w:r>
          </w:p>
        </w:tc>
      </w:tr>
      <w:tr w:rsidR="0079095C" w:rsidRPr="0079095C" w:rsidTr="00706576">
        <w:trPr>
          <w:trHeight w:val="738"/>
        </w:trPr>
        <w:tc>
          <w:tcPr>
            <w:tcW w:w="4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</w:tr>
      <w:tr w:rsidR="0079095C" w:rsidRPr="0079095C" w:rsidTr="00706576">
        <w:trPr>
          <w:trHeight w:val="315"/>
        </w:trPr>
        <w:tc>
          <w:tcPr>
            <w:tcW w:w="4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4DAC4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DAC4"/>
            <w:noWrap/>
            <w:vAlign w:val="center"/>
            <w:hideMark/>
          </w:tcPr>
          <w:p w:rsidR="0079095C" w:rsidRPr="00E32460" w:rsidRDefault="0079095C" w:rsidP="0078612F">
            <w:pPr>
              <w:spacing w:line="240" w:lineRule="auto"/>
              <w:jc w:val="center"/>
              <w:rPr>
                <w:rFonts w:eastAsia="Times New Roman"/>
                <w:b/>
                <w:bCs/>
                <w:color w:val="663300"/>
                <w:sz w:val="20"/>
              </w:rPr>
            </w:pPr>
            <w:r w:rsidRPr="00E32460">
              <w:rPr>
                <w:rFonts w:eastAsia="Times New Roman"/>
                <w:b/>
                <w:bCs/>
                <w:color w:val="663300"/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DAC4"/>
            <w:noWrap/>
            <w:vAlign w:val="center"/>
            <w:hideMark/>
          </w:tcPr>
          <w:p w:rsidR="0079095C" w:rsidRPr="00E32460" w:rsidRDefault="0079095C" w:rsidP="0078612F">
            <w:pPr>
              <w:spacing w:line="240" w:lineRule="auto"/>
              <w:jc w:val="center"/>
              <w:rPr>
                <w:rFonts w:eastAsia="Times New Roman"/>
                <w:b/>
                <w:bCs/>
                <w:color w:val="663300"/>
                <w:sz w:val="20"/>
              </w:rPr>
            </w:pPr>
            <w:r w:rsidRPr="00E32460">
              <w:rPr>
                <w:rFonts w:eastAsia="Times New Roman"/>
                <w:b/>
                <w:bCs/>
                <w:color w:val="663300"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DAC4"/>
            <w:noWrap/>
            <w:vAlign w:val="center"/>
            <w:hideMark/>
          </w:tcPr>
          <w:p w:rsidR="0079095C" w:rsidRPr="00E32460" w:rsidRDefault="0079095C" w:rsidP="0078612F">
            <w:pPr>
              <w:spacing w:line="240" w:lineRule="auto"/>
              <w:jc w:val="center"/>
              <w:rPr>
                <w:rFonts w:eastAsia="Times New Roman"/>
                <w:b/>
                <w:bCs/>
                <w:color w:val="663300"/>
                <w:sz w:val="20"/>
              </w:rPr>
            </w:pPr>
            <w:r w:rsidRPr="00E32460">
              <w:rPr>
                <w:rFonts w:eastAsia="Times New Roman"/>
                <w:b/>
                <w:bCs/>
                <w:color w:val="663300"/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DAC4"/>
            <w:noWrap/>
            <w:vAlign w:val="center"/>
            <w:hideMark/>
          </w:tcPr>
          <w:p w:rsidR="0079095C" w:rsidRPr="00E32460" w:rsidRDefault="0079095C" w:rsidP="0078612F">
            <w:pPr>
              <w:spacing w:line="240" w:lineRule="auto"/>
              <w:jc w:val="center"/>
              <w:rPr>
                <w:rFonts w:eastAsia="Times New Roman"/>
                <w:b/>
                <w:bCs/>
                <w:color w:val="663300"/>
                <w:sz w:val="20"/>
              </w:rPr>
            </w:pPr>
            <w:r w:rsidRPr="00E32460">
              <w:rPr>
                <w:rFonts w:eastAsia="Times New Roman"/>
                <w:b/>
                <w:bCs/>
                <w:color w:val="663300"/>
                <w:sz w:val="20"/>
              </w:rPr>
              <w:t>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DAC4"/>
            <w:noWrap/>
            <w:vAlign w:val="center"/>
            <w:hideMark/>
          </w:tcPr>
          <w:p w:rsidR="0079095C" w:rsidRPr="00E32460" w:rsidRDefault="0079095C" w:rsidP="0078612F">
            <w:pPr>
              <w:spacing w:line="240" w:lineRule="auto"/>
              <w:jc w:val="center"/>
              <w:rPr>
                <w:rFonts w:eastAsia="Times New Roman"/>
                <w:b/>
                <w:bCs/>
                <w:color w:val="663300"/>
                <w:sz w:val="20"/>
              </w:rPr>
            </w:pPr>
            <w:r w:rsidRPr="00E32460">
              <w:rPr>
                <w:rFonts w:eastAsia="Times New Roman"/>
                <w:b/>
                <w:bCs/>
                <w:color w:val="663300"/>
                <w:sz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4DAC4"/>
            <w:noWrap/>
            <w:vAlign w:val="center"/>
            <w:hideMark/>
          </w:tcPr>
          <w:p w:rsidR="0079095C" w:rsidRPr="00E32460" w:rsidRDefault="0079095C" w:rsidP="0078612F">
            <w:pPr>
              <w:spacing w:line="240" w:lineRule="auto"/>
              <w:jc w:val="center"/>
              <w:rPr>
                <w:rFonts w:eastAsia="Times New Roman"/>
                <w:b/>
                <w:bCs/>
                <w:color w:val="663300"/>
                <w:sz w:val="20"/>
              </w:rPr>
            </w:pPr>
            <w:r w:rsidRPr="00E32460">
              <w:rPr>
                <w:rFonts w:eastAsia="Times New Roman"/>
                <w:b/>
                <w:bCs/>
                <w:color w:val="663300"/>
                <w:sz w:val="20"/>
              </w:rPr>
              <w:t>11</w:t>
            </w:r>
          </w:p>
        </w:tc>
      </w:tr>
      <w:tr w:rsidR="0079095C" w:rsidRPr="0079095C" w:rsidTr="0079095C">
        <w:trPr>
          <w:trHeight w:val="111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 xml:space="preserve">Пермский край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>Пермь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>Муниципальное общеобразователь</w:t>
            </w:r>
            <w:r>
              <w:rPr>
                <w:rFonts w:eastAsia="Times New Roman"/>
                <w:color w:val="000000"/>
                <w:sz w:val="22"/>
              </w:rPr>
              <w:t>-</w:t>
            </w:r>
            <w:r w:rsidRPr="0079095C">
              <w:rPr>
                <w:rFonts w:eastAsia="Times New Roman"/>
                <w:color w:val="000000"/>
                <w:sz w:val="22"/>
              </w:rPr>
              <w:t>ное учреждение лицей №2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095C" w:rsidRPr="0079095C" w:rsidRDefault="0079095C" w:rsidP="0078612F">
            <w:pPr>
              <w:spacing w:line="240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79095C">
              <w:rPr>
                <w:rFonts w:eastAsia="Times New Roman"/>
                <w:color w:val="000000"/>
                <w:sz w:val="22"/>
              </w:rPr>
              <w:t>189</w:t>
            </w:r>
          </w:p>
        </w:tc>
      </w:tr>
    </w:tbl>
    <w:p w:rsidR="0025507D" w:rsidRDefault="0025507D" w:rsidP="00B241BC">
      <w:pPr>
        <w:pStyle w:val="3"/>
      </w:pPr>
    </w:p>
    <w:p w:rsidR="00B241BC" w:rsidRDefault="00B241BC" w:rsidP="00B241BC">
      <w:pPr>
        <w:pStyle w:val="3"/>
      </w:pPr>
      <w:r>
        <w:t>ЧАСТО ЗАДАВАЕМЫЕ ВОПРОСЫ</w:t>
      </w:r>
    </w:p>
    <w:p w:rsidR="00B241BC" w:rsidRPr="00310D32" w:rsidRDefault="00B241BC" w:rsidP="00B241BC">
      <w:pPr>
        <w:pStyle w:val="a"/>
        <w:numPr>
          <w:ilvl w:val="0"/>
          <w:numId w:val="5"/>
        </w:numPr>
        <w:rPr>
          <w:sz w:val="23"/>
          <w:szCs w:val="23"/>
        </w:rPr>
      </w:pPr>
      <w:r>
        <w:rPr>
          <w:sz w:val="23"/>
          <w:szCs w:val="23"/>
        </w:rPr>
        <w:t>Как получить сертификат?</w:t>
      </w:r>
    </w:p>
    <w:p w:rsidR="00B241BC" w:rsidRPr="00BC7C7B" w:rsidRDefault="00B241BC" w:rsidP="00B241BC">
      <w:pPr>
        <w:pStyle w:val="a0"/>
        <w:ind w:left="1070"/>
        <w:rPr>
          <w:sz w:val="23"/>
          <w:szCs w:val="23"/>
        </w:rPr>
      </w:pPr>
      <w:r>
        <w:rPr>
          <w:sz w:val="23"/>
          <w:szCs w:val="23"/>
        </w:rPr>
        <w:t>После прохождения тестирования всем участникам на почту будет отправлена инструкция по получению сертификата</w:t>
      </w:r>
    </w:p>
    <w:p w:rsidR="00B241BC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Как воспользоваться полученным сертификатом?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 Данный сертификат можно внести в своё портфолио и воспользоваться им при поступлении в ВУЗы</w:t>
      </w:r>
    </w:p>
    <w:p w:rsidR="00B241BC" w:rsidRPr="00BC7C7B" w:rsidRDefault="00B241BC" w:rsidP="00B241BC">
      <w:pPr>
        <w:pStyle w:val="a"/>
        <w:numPr>
          <w:ilvl w:val="0"/>
          <w:numId w:val="0"/>
        </w:numPr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</w:p>
    <w:p w:rsidR="00B241BC" w:rsidRPr="003B53BB" w:rsidRDefault="00B241BC" w:rsidP="00B241BC">
      <w:pPr>
        <w:pStyle w:val="a"/>
        <w:rPr>
          <w:rStyle w:val="aff8"/>
          <w:sz w:val="23"/>
          <w:szCs w:val="23"/>
        </w:rPr>
      </w:pPr>
      <w:r>
        <w:rPr>
          <w:rStyle w:val="aff8"/>
          <w:sz w:val="23"/>
          <w:szCs w:val="23"/>
        </w:rPr>
        <w:t>Могу ли я передать сертификат родственнику</w:t>
      </w:r>
      <w:r w:rsidRPr="00310D32">
        <w:rPr>
          <w:rStyle w:val="aff8"/>
          <w:sz w:val="23"/>
          <w:szCs w:val="23"/>
        </w:rPr>
        <w:t>/</w:t>
      </w:r>
      <w:r>
        <w:rPr>
          <w:rStyle w:val="aff8"/>
          <w:sz w:val="23"/>
          <w:szCs w:val="23"/>
        </w:rPr>
        <w:t>другу?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Поскольку сертификаты будут именными, передавать их запрещено</w:t>
      </w:r>
    </w:p>
    <w:p w:rsidR="00B241BC" w:rsidRDefault="00B241BC" w:rsidP="00B241BC">
      <w:pPr>
        <w:pStyle w:val="a"/>
        <w:numPr>
          <w:ilvl w:val="0"/>
          <w:numId w:val="0"/>
        </w:numPr>
        <w:ind w:left="720"/>
        <w:rPr>
          <w:rStyle w:val="aff8"/>
          <w:sz w:val="23"/>
          <w:szCs w:val="23"/>
        </w:rPr>
      </w:pPr>
    </w:p>
    <w:p w:rsidR="00B241BC" w:rsidRPr="003B53BB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Что делать, если меня не было в день тестирования в школе?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Пройти тестирование в любой другой день до 2</w:t>
      </w:r>
      <w:r w:rsidR="00F8525A">
        <w:rPr>
          <w:sz w:val="23"/>
          <w:szCs w:val="23"/>
        </w:rPr>
        <w:t>7</w:t>
      </w:r>
      <w:r>
        <w:rPr>
          <w:sz w:val="23"/>
          <w:szCs w:val="23"/>
        </w:rPr>
        <w:t>.12.2019</w:t>
      </w:r>
    </w:p>
    <w:p w:rsidR="00B241BC" w:rsidRDefault="00B241BC" w:rsidP="00B241BC">
      <w:pPr>
        <w:pStyle w:val="a"/>
        <w:numPr>
          <w:ilvl w:val="0"/>
          <w:numId w:val="0"/>
        </w:numPr>
        <w:ind w:left="720" w:hanging="360"/>
        <w:rPr>
          <w:sz w:val="23"/>
          <w:szCs w:val="23"/>
        </w:rPr>
      </w:pPr>
    </w:p>
    <w:p w:rsidR="00B241BC" w:rsidRPr="00357C80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Кто является организатором тестирования?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Министерство экономического развития, в рамках проекта по развитию среднего и малого бизнеса совместно с федеральным оператором проведения  - </w:t>
      </w:r>
      <w:r w:rsidR="005E09DC">
        <w:rPr>
          <w:sz w:val="23"/>
          <w:szCs w:val="23"/>
        </w:rPr>
        <w:t>У</w:t>
      </w:r>
      <w:r>
        <w:rPr>
          <w:sz w:val="23"/>
          <w:szCs w:val="23"/>
        </w:rPr>
        <w:t>ниверситет «Синергия»</w:t>
      </w:r>
    </w:p>
    <w:p w:rsidR="00B241BC" w:rsidRDefault="00B241BC" w:rsidP="00B241BC">
      <w:pPr>
        <w:pStyle w:val="a"/>
        <w:numPr>
          <w:ilvl w:val="0"/>
          <w:numId w:val="0"/>
        </w:numPr>
        <w:ind w:left="720" w:hanging="360"/>
        <w:rPr>
          <w:sz w:val="23"/>
          <w:szCs w:val="23"/>
        </w:rPr>
      </w:pPr>
    </w:p>
    <w:p w:rsidR="00B241BC" w:rsidRPr="00357C80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В какие дни можно проходить тестирование?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Тест можно пр</w:t>
      </w:r>
      <w:r w:rsidR="00F8525A">
        <w:rPr>
          <w:sz w:val="23"/>
          <w:szCs w:val="23"/>
        </w:rPr>
        <w:t>ойти в период с 05.12.2019 до 27</w:t>
      </w:r>
      <w:r>
        <w:rPr>
          <w:sz w:val="23"/>
          <w:szCs w:val="23"/>
        </w:rPr>
        <w:t>.12.2019</w:t>
      </w:r>
    </w:p>
    <w:p w:rsidR="00B241BC" w:rsidRDefault="00B241BC" w:rsidP="00B241BC">
      <w:pPr>
        <w:pStyle w:val="a"/>
        <w:numPr>
          <w:ilvl w:val="0"/>
          <w:numId w:val="0"/>
        </w:numPr>
        <w:ind w:left="720" w:hanging="360"/>
        <w:rPr>
          <w:sz w:val="23"/>
          <w:szCs w:val="23"/>
        </w:rPr>
      </w:pPr>
    </w:p>
    <w:p w:rsidR="00B241BC" w:rsidRPr="00357C80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Можно ли получить результат, если данные были введены некорректно?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Нет</w:t>
      </w:r>
    </w:p>
    <w:p w:rsidR="00B241BC" w:rsidRDefault="00B241BC" w:rsidP="00B241BC">
      <w:pPr>
        <w:pStyle w:val="a"/>
        <w:numPr>
          <w:ilvl w:val="0"/>
          <w:numId w:val="0"/>
        </w:numPr>
        <w:ind w:left="720" w:hanging="360"/>
        <w:rPr>
          <w:sz w:val="23"/>
          <w:szCs w:val="23"/>
        </w:rPr>
      </w:pPr>
    </w:p>
    <w:p w:rsidR="00B241BC" w:rsidRPr="00357C80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Кто проходит тестирование?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Тестирование проходит для 9, 10, 11 классов</w:t>
      </w:r>
    </w:p>
    <w:p w:rsidR="00B241BC" w:rsidRDefault="00B241BC" w:rsidP="00B241BC">
      <w:pPr>
        <w:pStyle w:val="a"/>
        <w:numPr>
          <w:ilvl w:val="0"/>
          <w:numId w:val="0"/>
        </w:numPr>
        <w:ind w:left="720" w:hanging="360"/>
        <w:rPr>
          <w:sz w:val="23"/>
          <w:szCs w:val="23"/>
        </w:rPr>
      </w:pPr>
    </w:p>
    <w:p w:rsidR="00B241BC" w:rsidRPr="00357C80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Что делать, если не пришло письмо на почту?</w:t>
      </w:r>
    </w:p>
    <w:p w:rsidR="00B241BC" w:rsidRPr="005A2256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Позвонить по горячей линии: 8 800 100 89 21</w:t>
      </w:r>
    </w:p>
    <w:p w:rsidR="00B241BC" w:rsidRPr="00357C80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Какие плановые сроки прохождения теста?</w:t>
      </w:r>
    </w:p>
    <w:p w:rsidR="00B241BC" w:rsidRPr="00BC7C7B" w:rsidRDefault="00F8525A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До 27</w:t>
      </w:r>
      <w:r w:rsidR="00B241BC">
        <w:rPr>
          <w:sz w:val="23"/>
          <w:szCs w:val="23"/>
        </w:rPr>
        <w:t>.12.2019 включительно</w:t>
      </w:r>
    </w:p>
    <w:p w:rsidR="00B241BC" w:rsidRPr="00357C80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Что делать после тестирования?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После тестирования на почту будет отправлен план действий</w:t>
      </w:r>
    </w:p>
    <w:p w:rsidR="00B241BC" w:rsidRPr="00357C80" w:rsidRDefault="00B241BC" w:rsidP="005E09DC">
      <w:pPr>
        <w:pStyle w:val="a"/>
        <w:numPr>
          <w:ilvl w:val="0"/>
          <w:numId w:val="0"/>
        </w:numPr>
        <w:rPr>
          <w:sz w:val="23"/>
          <w:szCs w:val="23"/>
        </w:rPr>
      </w:pPr>
    </w:p>
    <w:p w:rsidR="00B241BC" w:rsidRPr="00357C80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Что делать, если не находит необходимый населенный пункт?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Указать ближайший населенный пункт</w:t>
      </w:r>
    </w:p>
    <w:p w:rsidR="00B241BC" w:rsidRPr="00357C80" w:rsidRDefault="00B241BC" w:rsidP="00B241BC">
      <w:pPr>
        <w:pStyle w:val="a"/>
        <w:rPr>
          <w:sz w:val="23"/>
          <w:szCs w:val="23"/>
        </w:rPr>
      </w:pPr>
      <w:r>
        <w:rPr>
          <w:sz w:val="23"/>
          <w:szCs w:val="23"/>
        </w:rPr>
        <w:t>Что делать в случае технических неполадок?</w:t>
      </w:r>
    </w:p>
    <w:p w:rsidR="00B241BC" w:rsidRPr="00BC7C7B" w:rsidRDefault="00B241BC" w:rsidP="00B241BC">
      <w:pPr>
        <w:pStyle w:val="a0"/>
        <w:rPr>
          <w:sz w:val="23"/>
          <w:szCs w:val="23"/>
        </w:rPr>
      </w:pPr>
      <w:r>
        <w:rPr>
          <w:sz w:val="23"/>
          <w:szCs w:val="23"/>
        </w:rPr>
        <w:t xml:space="preserve">  Обратиться на горячую линию: 8 800 100 89 21</w:t>
      </w:r>
    </w:p>
    <w:sectPr w:rsidR="00B241BC" w:rsidRPr="00BC7C7B" w:rsidSect="00213A46">
      <w:headerReference w:type="default" r:id="rId12"/>
      <w:footerReference w:type="default" r:id="rId13"/>
      <w:pgSz w:w="11906" w:h="16838"/>
      <w:pgMar w:top="1440" w:right="1080" w:bottom="1440" w:left="1080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08D" w:rsidRDefault="003C308D" w:rsidP="003D62A4">
      <w:r>
        <w:separator/>
      </w:r>
    </w:p>
  </w:endnote>
  <w:endnote w:type="continuationSeparator" w:id="0">
    <w:p w:rsidR="003C308D" w:rsidRDefault="003C308D" w:rsidP="003D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9803125"/>
      <w:docPartObj>
        <w:docPartGallery w:val="Page Numbers (Bottom of Page)"/>
        <w:docPartUnique/>
      </w:docPartObj>
    </w:sdtPr>
    <w:sdtEndPr/>
    <w:sdtContent>
      <w:p w:rsidR="0035411E" w:rsidRDefault="0035411E" w:rsidP="003D62A4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25A">
          <w:rPr>
            <w:noProof/>
          </w:rPr>
          <w:t>3</w:t>
        </w:r>
        <w:r>
          <w:fldChar w:fldCharType="end"/>
        </w:r>
      </w:p>
    </w:sdtContent>
  </w:sdt>
  <w:p w:rsidR="0035411E" w:rsidRDefault="0035411E" w:rsidP="003D62A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08D" w:rsidRDefault="003C308D" w:rsidP="003D62A4">
      <w:r>
        <w:separator/>
      </w:r>
    </w:p>
  </w:footnote>
  <w:footnote w:type="continuationSeparator" w:id="0">
    <w:p w:rsidR="003C308D" w:rsidRDefault="003C308D" w:rsidP="003D6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A46" w:rsidRDefault="0035411E">
    <w:pPr>
      <w:pStyle w:val="a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BF27E5" wp14:editId="376A5EB9">
          <wp:simplePos x="0" y="0"/>
          <wp:positionH relativeFrom="margin">
            <wp:posOffset>2934698</wp:posOffset>
          </wp:positionH>
          <wp:positionV relativeFrom="paragraph">
            <wp:posOffset>-182558</wp:posOffset>
          </wp:positionV>
          <wp:extent cx="3299204" cy="382751"/>
          <wp:effectExtent l="0" t="0" r="0" b="0"/>
          <wp:wrapNone/>
          <wp:docPr id="18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колонтитул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9204" cy="382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310B3"/>
    <w:multiLevelType w:val="multilevel"/>
    <w:tmpl w:val="BBC8687E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color w:val="F76727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D587357"/>
    <w:multiLevelType w:val="multilevel"/>
    <w:tmpl w:val="16983C10"/>
    <w:lvl w:ilvl="0">
      <w:start w:val="1"/>
      <w:numFmt w:val="bullet"/>
      <w:pStyle w:val="5"/>
      <w:lvlText w:val=""/>
      <w:lvlJc w:val="left"/>
      <w:pPr>
        <w:ind w:left="720" w:hanging="360"/>
      </w:pPr>
      <w:rPr>
        <w:rFonts w:ascii="Symbol" w:hAnsi="Symbol" w:hint="default"/>
        <w:b/>
        <w:color w:val="EA48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1797897"/>
    <w:multiLevelType w:val="multilevel"/>
    <w:tmpl w:val="9A9E0C4E"/>
    <w:lvl w:ilvl="0">
      <w:start w:val="1"/>
      <w:numFmt w:val="bullet"/>
      <w:pStyle w:val="a0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D5"/>
    <w:rsid w:val="00006B0F"/>
    <w:rsid w:val="000514D3"/>
    <w:rsid w:val="00053A38"/>
    <w:rsid w:val="000A3E3F"/>
    <w:rsid w:val="000C0FB5"/>
    <w:rsid w:val="000C1999"/>
    <w:rsid w:val="000E7CBB"/>
    <w:rsid w:val="000F4035"/>
    <w:rsid w:val="0011042B"/>
    <w:rsid w:val="0013662D"/>
    <w:rsid w:val="0016499F"/>
    <w:rsid w:val="00176D68"/>
    <w:rsid w:val="001A29C9"/>
    <w:rsid w:val="001A5AD8"/>
    <w:rsid w:val="001B4AE7"/>
    <w:rsid w:val="001E468E"/>
    <w:rsid w:val="001E6F70"/>
    <w:rsid w:val="00201B7D"/>
    <w:rsid w:val="00213A46"/>
    <w:rsid w:val="00222175"/>
    <w:rsid w:val="0025507D"/>
    <w:rsid w:val="002556D5"/>
    <w:rsid w:val="00255929"/>
    <w:rsid w:val="0026772B"/>
    <w:rsid w:val="002742EB"/>
    <w:rsid w:val="00276574"/>
    <w:rsid w:val="002845B8"/>
    <w:rsid w:val="002A1849"/>
    <w:rsid w:val="002A3197"/>
    <w:rsid w:val="002A49FF"/>
    <w:rsid w:val="002F6650"/>
    <w:rsid w:val="0030136F"/>
    <w:rsid w:val="003074DA"/>
    <w:rsid w:val="003134D8"/>
    <w:rsid w:val="00324218"/>
    <w:rsid w:val="00336483"/>
    <w:rsid w:val="003456B7"/>
    <w:rsid w:val="0035411E"/>
    <w:rsid w:val="003A0E0C"/>
    <w:rsid w:val="003C1502"/>
    <w:rsid w:val="003C308D"/>
    <w:rsid w:val="003D62A4"/>
    <w:rsid w:val="003F28B7"/>
    <w:rsid w:val="00403882"/>
    <w:rsid w:val="00483949"/>
    <w:rsid w:val="00487C60"/>
    <w:rsid w:val="004B62C0"/>
    <w:rsid w:val="004D643D"/>
    <w:rsid w:val="004E46A3"/>
    <w:rsid w:val="00523B83"/>
    <w:rsid w:val="00534B6C"/>
    <w:rsid w:val="00535040"/>
    <w:rsid w:val="00555954"/>
    <w:rsid w:val="00565BE2"/>
    <w:rsid w:val="005A6B5D"/>
    <w:rsid w:val="005B7A54"/>
    <w:rsid w:val="005C534E"/>
    <w:rsid w:val="005D1A16"/>
    <w:rsid w:val="005E09DC"/>
    <w:rsid w:val="005E1BFB"/>
    <w:rsid w:val="005E5D69"/>
    <w:rsid w:val="006105BE"/>
    <w:rsid w:val="0061185D"/>
    <w:rsid w:val="006259FE"/>
    <w:rsid w:val="00654279"/>
    <w:rsid w:val="00655293"/>
    <w:rsid w:val="00683B23"/>
    <w:rsid w:val="006C1E9F"/>
    <w:rsid w:val="006C347C"/>
    <w:rsid w:val="006D1603"/>
    <w:rsid w:val="00706576"/>
    <w:rsid w:val="007206F4"/>
    <w:rsid w:val="00782F75"/>
    <w:rsid w:val="0079095C"/>
    <w:rsid w:val="0079771F"/>
    <w:rsid w:val="007D7F01"/>
    <w:rsid w:val="007E6954"/>
    <w:rsid w:val="00824195"/>
    <w:rsid w:val="00852AD8"/>
    <w:rsid w:val="008632E8"/>
    <w:rsid w:val="00865418"/>
    <w:rsid w:val="008766BD"/>
    <w:rsid w:val="008851AD"/>
    <w:rsid w:val="00885884"/>
    <w:rsid w:val="00891C4E"/>
    <w:rsid w:val="00895AA3"/>
    <w:rsid w:val="008C4823"/>
    <w:rsid w:val="008E123B"/>
    <w:rsid w:val="009116F2"/>
    <w:rsid w:val="00914CA9"/>
    <w:rsid w:val="00934437"/>
    <w:rsid w:val="0094740C"/>
    <w:rsid w:val="009530CC"/>
    <w:rsid w:val="009B4D90"/>
    <w:rsid w:val="009E19E2"/>
    <w:rsid w:val="009E47E5"/>
    <w:rsid w:val="00A003F3"/>
    <w:rsid w:val="00A207C2"/>
    <w:rsid w:val="00A22CA3"/>
    <w:rsid w:val="00A32AA7"/>
    <w:rsid w:val="00A85601"/>
    <w:rsid w:val="00AA7B04"/>
    <w:rsid w:val="00B20B1E"/>
    <w:rsid w:val="00B241BC"/>
    <w:rsid w:val="00B303A6"/>
    <w:rsid w:val="00B84713"/>
    <w:rsid w:val="00B9551B"/>
    <w:rsid w:val="00B974F5"/>
    <w:rsid w:val="00BA18DA"/>
    <w:rsid w:val="00BB1641"/>
    <w:rsid w:val="00BB6F8A"/>
    <w:rsid w:val="00BC7C7B"/>
    <w:rsid w:val="00BE579B"/>
    <w:rsid w:val="00C0418E"/>
    <w:rsid w:val="00C20870"/>
    <w:rsid w:val="00C269BE"/>
    <w:rsid w:val="00C31030"/>
    <w:rsid w:val="00C50060"/>
    <w:rsid w:val="00C5651A"/>
    <w:rsid w:val="00C71A64"/>
    <w:rsid w:val="00C7772F"/>
    <w:rsid w:val="00C810BE"/>
    <w:rsid w:val="00C86809"/>
    <w:rsid w:val="00C9347B"/>
    <w:rsid w:val="00CC3458"/>
    <w:rsid w:val="00D2155D"/>
    <w:rsid w:val="00D60ACA"/>
    <w:rsid w:val="00DA5939"/>
    <w:rsid w:val="00E02C37"/>
    <w:rsid w:val="00E11E8A"/>
    <w:rsid w:val="00E155AC"/>
    <w:rsid w:val="00E25B7B"/>
    <w:rsid w:val="00E32460"/>
    <w:rsid w:val="00E33E35"/>
    <w:rsid w:val="00E34E5F"/>
    <w:rsid w:val="00E455FE"/>
    <w:rsid w:val="00E64681"/>
    <w:rsid w:val="00E85DBC"/>
    <w:rsid w:val="00EA0A15"/>
    <w:rsid w:val="00EE5BEA"/>
    <w:rsid w:val="00F549C9"/>
    <w:rsid w:val="00F6270A"/>
    <w:rsid w:val="00F71C47"/>
    <w:rsid w:val="00F8525A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E758F"/>
  <w15:docId w15:val="{443519B1-54D3-4375-94BC-19785EA4C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>
      <w:pPr>
        <w:spacing w:before="240"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D62A4"/>
    <w:pPr>
      <w:spacing w:before="0" w:after="0" w:line="360" w:lineRule="auto"/>
      <w:contextualSpacing/>
      <w:jc w:val="both"/>
    </w:pPr>
    <w:rPr>
      <w:rFonts w:ascii="Arial" w:hAnsi="Arial" w:cs="Arial"/>
    </w:rPr>
  </w:style>
  <w:style w:type="paragraph" w:styleId="1">
    <w:name w:val="heading 1"/>
    <w:basedOn w:val="a1"/>
    <w:next w:val="a1"/>
    <w:link w:val="10"/>
    <w:uiPriority w:val="9"/>
    <w:qFormat/>
    <w:rsid w:val="003F28B7"/>
    <w:pPr>
      <w:keepNext/>
      <w:keepLines/>
      <w:outlineLvl w:val="0"/>
    </w:pPr>
    <w:rPr>
      <w:rFonts w:eastAsiaTheme="majorEastAsia"/>
      <w:b/>
      <w:color w:val="E63D08"/>
      <w:sz w:val="34"/>
      <w:szCs w:val="34"/>
    </w:rPr>
  </w:style>
  <w:style w:type="paragraph" w:styleId="2">
    <w:name w:val="heading 2"/>
    <w:basedOn w:val="a1"/>
    <w:next w:val="a1"/>
    <w:link w:val="20"/>
    <w:uiPriority w:val="9"/>
    <w:unhideWhenUsed/>
    <w:qFormat/>
    <w:rsid w:val="00DA73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link w:val="30"/>
    <w:uiPriority w:val="9"/>
    <w:qFormat/>
    <w:rsid w:val="004E46A3"/>
    <w:pPr>
      <w:spacing w:after="240" w:line="240" w:lineRule="auto"/>
      <w:jc w:val="left"/>
      <w:outlineLvl w:val="2"/>
    </w:pPr>
    <w:rPr>
      <w:rFonts w:eastAsia="Times New Roman"/>
      <w:b/>
      <w:bCs/>
      <w:color w:val="9A4A2A"/>
      <w:sz w:val="30"/>
      <w:szCs w:val="28"/>
      <w14:textFill>
        <w14:solidFill>
          <w14:srgbClr w14:val="9A4A2A">
            <w14:lumMod w14:val="75000"/>
          </w14:srgbClr>
        </w14:solidFill>
      </w14:textFill>
    </w:rPr>
  </w:style>
  <w:style w:type="paragraph" w:styleId="4">
    <w:name w:val="heading 4"/>
    <w:basedOn w:val="a1"/>
    <w:next w:val="a1"/>
    <w:pPr>
      <w:keepNext/>
      <w:keepLines/>
      <w:spacing w:after="40"/>
      <w:outlineLvl w:val="3"/>
    </w:pPr>
    <w:rPr>
      <w:b/>
    </w:rPr>
  </w:style>
  <w:style w:type="paragraph" w:styleId="5">
    <w:name w:val="heading 5"/>
    <w:aliases w:val="Список 1"/>
    <w:basedOn w:val="a1"/>
    <w:next w:val="a1"/>
    <w:link w:val="50"/>
    <w:uiPriority w:val="9"/>
    <w:unhideWhenUsed/>
    <w:qFormat/>
    <w:rsid w:val="00483949"/>
    <w:pPr>
      <w:numPr>
        <w:numId w:val="2"/>
      </w:numPr>
      <w:spacing w:before="120" w:after="120"/>
      <w:jc w:val="left"/>
      <w:outlineLvl w:val="4"/>
    </w:pPr>
    <w:rPr>
      <w:rFonts w:eastAsia="Arial Unicode MS"/>
      <w:color w:val="00000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9417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2"/>
    <w:link w:val="3"/>
    <w:uiPriority w:val="9"/>
    <w:rsid w:val="004E46A3"/>
    <w:rPr>
      <w:rFonts w:ascii="Arial" w:eastAsia="Times New Roman" w:hAnsi="Arial" w:cs="Arial"/>
      <w:b/>
      <w:bCs/>
      <w:color w:val="9A4A2A"/>
      <w:sz w:val="30"/>
      <w:szCs w:val="28"/>
      <w14:textFill>
        <w14:solidFill>
          <w14:srgbClr w14:val="9A4A2A">
            <w14:lumMod w14:val="75000"/>
          </w14:srgbClr>
        </w14:solidFill>
      </w14:textFill>
    </w:rPr>
  </w:style>
  <w:style w:type="paragraph" w:styleId="a6">
    <w:name w:val="Normal (Web)"/>
    <w:basedOn w:val="a1"/>
    <w:uiPriority w:val="99"/>
    <w:unhideWhenUsed/>
    <w:rsid w:val="00E941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2"/>
    <w:uiPriority w:val="99"/>
    <w:unhideWhenUsed/>
    <w:rsid w:val="00E9417E"/>
    <w:rPr>
      <w:color w:val="0000FF"/>
      <w:u w:val="single"/>
    </w:rPr>
  </w:style>
  <w:style w:type="character" w:customStyle="1" w:styleId="50">
    <w:name w:val="Заголовок 5 Знак"/>
    <w:aliases w:val="Список 1 Знак"/>
    <w:basedOn w:val="a2"/>
    <w:link w:val="5"/>
    <w:uiPriority w:val="9"/>
    <w:rsid w:val="00483949"/>
    <w:rPr>
      <w:rFonts w:ascii="Arial" w:eastAsia="Arial Unicode MS" w:hAnsi="Arial" w:cs="Arial"/>
      <w:color w:val="000000"/>
    </w:rPr>
  </w:style>
  <w:style w:type="character" w:customStyle="1" w:styleId="60">
    <w:name w:val="Заголовок 6 Знак"/>
    <w:basedOn w:val="a2"/>
    <w:link w:val="6"/>
    <w:uiPriority w:val="9"/>
    <w:semiHidden/>
    <w:rsid w:val="00E9417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8">
    <w:name w:val="List Paragraph"/>
    <w:basedOn w:val="a1"/>
    <w:link w:val="a9"/>
    <w:uiPriority w:val="34"/>
    <w:qFormat/>
    <w:rsid w:val="00E9417E"/>
    <w:pPr>
      <w:ind w:left="720"/>
    </w:pPr>
  </w:style>
  <w:style w:type="character" w:styleId="aa">
    <w:name w:val="Strong"/>
    <w:basedOn w:val="a2"/>
    <w:uiPriority w:val="22"/>
    <w:qFormat/>
    <w:rsid w:val="00E9417E"/>
    <w:rPr>
      <w:b/>
      <w:bCs/>
    </w:rPr>
  </w:style>
  <w:style w:type="character" w:customStyle="1" w:styleId="20">
    <w:name w:val="Заголовок 2 Знак"/>
    <w:basedOn w:val="a2"/>
    <w:link w:val="2"/>
    <w:uiPriority w:val="9"/>
    <w:rsid w:val="00DA73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rticle-block">
    <w:name w:val="article-block"/>
    <w:basedOn w:val="a1"/>
    <w:rsid w:val="001D67A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likes-countcount">
    <w:name w:val="likes-count__count"/>
    <w:basedOn w:val="a2"/>
    <w:rsid w:val="001D67AC"/>
  </w:style>
  <w:style w:type="character" w:customStyle="1" w:styleId="comments-countcount">
    <w:name w:val="comments-count__count"/>
    <w:basedOn w:val="a2"/>
    <w:rsid w:val="001D67AC"/>
  </w:style>
  <w:style w:type="character" w:customStyle="1" w:styleId="text-cut2">
    <w:name w:val="text-cut2"/>
    <w:basedOn w:val="a2"/>
    <w:rsid w:val="00072A3D"/>
  </w:style>
  <w:style w:type="paragraph" w:styleId="ab">
    <w:name w:val="header"/>
    <w:basedOn w:val="a1"/>
    <w:link w:val="ac"/>
    <w:uiPriority w:val="99"/>
    <w:unhideWhenUsed/>
    <w:rsid w:val="001535A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1535AE"/>
  </w:style>
  <w:style w:type="paragraph" w:styleId="ad">
    <w:name w:val="footer"/>
    <w:basedOn w:val="a1"/>
    <w:link w:val="ae"/>
    <w:uiPriority w:val="99"/>
    <w:unhideWhenUsed/>
    <w:rsid w:val="001535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1535AE"/>
  </w:style>
  <w:style w:type="table" w:styleId="af">
    <w:name w:val="Table Grid"/>
    <w:basedOn w:val="a3"/>
    <w:uiPriority w:val="39"/>
    <w:rsid w:val="00D903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"/>
    <w:rsid w:val="003F28B7"/>
    <w:rPr>
      <w:rFonts w:ascii="Arial" w:eastAsiaTheme="majorEastAsia" w:hAnsi="Arial" w:cs="Arial"/>
      <w:b/>
      <w:color w:val="E63D08"/>
      <w:sz w:val="34"/>
      <w:szCs w:val="34"/>
    </w:rPr>
  </w:style>
  <w:style w:type="paragraph" w:styleId="af0">
    <w:name w:val="TOC Heading"/>
    <w:basedOn w:val="1"/>
    <w:next w:val="a1"/>
    <w:uiPriority w:val="39"/>
    <w:unhideWhenUsed/>
    <w:qFormat/>
    <w:rsid w:val="00E67121"/>
    <w:pPr>
      <w:outlineLvl w:val="9"/>
    </w:pPr>
  </w:style>
  <w:style w:type="paragraph" w:styleId="11">
    <w:name w:val="toc 1"/>
    <w:basedOn w:val="a1"/>
    <w:next w:val="a1"/>
    <w:autoRedefine/>
    <w:uiPriority w:val="39"/>
    <w:unhideWhenUsed/>
    <w:rsid w:val="00E67121"/>
    <w:pPr>
      <w:spacing w:after="100"/>
    </w:pPr>
  </w:style>
  <w:style w:type="character" w:styleId="af1">
    <w:name w:val="FollowedHyperlink"/>
    <w:basedOn w:val="a2"/>
    <w:uiPriority w:val="99"/>
    <w:semiHidden/>
    <w:unhideWhenUsed/>
    <w:rsid w:val="00DB4EE7"/>
    <w:rPr>
      <w:color w:val="954F72" w:themeColor="followedHyperlink"/>
      <w:u w:val="single"/>
    </w:rPr>
  </w:style>
  <w:style w:type="paragraph" w:styleId="af2">
    <w:name w:val="footnote text"/>
    <w:basedOn w:val="a1"/>
    <w:link w:val="af3"/>
    <w:uiPriority w:val="99"/>
    <w:unhideWhenUsed/>
    <w:rsid w:val="009A56B8"/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rsid w:val="009A56B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9A56B8"/>
    <w:rPr>
      <w:vertAlign w:val="superscript"/>
    </w:rPr>
  </w:style>
  <w:style w:type="paragraph" w:styleId="af5">
    <w:name w:val="Subtitle"/>
    <w:basedOn w:val="a1"/>
    <w:next w:val="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1">
    <w:name w:val="toc 3"/>
    <w:basedOn w:val="a1"/>
    <w:next w:val="a1"/>
    <w:autoRedefine/>
    <w:uiPriority w:val="39"/>
    <w:unhideWhenUsed/>
    <w:rsid w:val="00824195"/>
    <w:pPr>
      <w:spacing w:after="100"/>
      <w:ind w:left="480"/>
    </w:pPr>
  </w:style>
  <w:style w:type="paragraph" w:styleId="aff6">
    <w:name w:val="Balloon Text"/>
    <w:basedOn w:val="a1"/>
    <w:link w:val="aff7"/>
    <w:uiPriority w:val="99"/>
    <w:semiHidden/>
    <w:unhideWhenUsed/>
    <w:rsid w:val="00C31030"/>
    <w:rPr>
      <w:rFonts w:ascii="Segoe UI" w:hAnsi="Segoe UI" w:cs="Segoe UI"/>
      <w:sz w:val="18"/>
      <w:szCs w:val="18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C31030"/>
    <w:rPr>
      <w:rFonts w:ascii="Segoe UI" w:hAnsi="Segoe UI" w:cs="Segoe UI"/>
      <w:sz w:val="18"/>
      <w:szCs w:val="18"/>
    </w:rPr>
  </w:style>
  <w:style w:type="paragraph" w:customStyle="1" w:styleId="a">
    <w:name w:val="С_булетом"/>
    <w:basedOn w:val="a8"/>
    <w:link w:val="aff8"/>
    <w:qFormat/>
    <w:rsid w:val="003074DA"/>
    <w:pPr>
      <w:numPr>
        <w:numId w:val="1"/>
      </w:numPr>
    </w:pPr>
  </w:style>
  <w:style w:type="paragraph" w:customStyle="1" w:styleId="a0">
    <w:name w:val="Тире_список"/>
    <w:basedOn w:val="a8"/>
    <w:link w:val="aff9"/>
    <w:qFormat/>
    <w:rsid w:val="00E455FE"/>
    <w:pPr>
      <w:numPr>
        <w:numId w:val="3"/>
      </w:numPr>
    </w:pPr>
  </w:style>
  <w:style w:type="character" w:customStyle="1" w:styleId="a9">
    <w:name w:val="Абзац списка Знак"/>
    <w:basedOn w:val="a2"/>
    <w:link w:val="a8"/>
    <w:uiPriority w:val="34"/>
    <w:rsid w:val="003074DA"/>
    <w:rPr>
      <w:rFonts w:ascii="Arial" w:hAnsi="Arial" w:cs="Arial"/>
    </w:rPr>
  </w:style>
  <w:style w:type="character" w:customStyle="1" w:styleId="aff8">
    <w:name w:val="С_булетом Знак"/>
    <w:basedOn w:val="a9"/>
    <w:link w:val="a"/>
    <w:rsid w:val="003074DA"/>
    <w:rPr>
      <w:rFonts w:ascii="Arial" w:hAnsi="Arial" w:cs="Arial"/>
    </w:rPr>
  </w:style>
  <w:style w:type="character" w:customStyle="1" w:styleId="aff9">
    <w:name w:val="Тире_список Знак"/>
    <w:basedOn w:val="a9"/>
    <w:link w:val="a0"/>
    <w:rsid w:val="00E455F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!!VOV\MFPA_WORK_VOV\MFPA\UNIVERSITET1\0000000000_&#1052;&#1054;&#1081;_&#1073;&#1080;&#1079;&#1085;&#1077;&#1089;_WORD\&#1052;&#1077;&#1088;&#1099;_&#1075;&#1086;&#1089;&#1087;&#1086;&#1076;&#1076;&#1077;&#1088;&#1078;&#1082;&#1080;_25_10_2019\&#1052;&#1077;&#1088;&#1099;_&#1075;&#1086;&#1089;_&#1087;&#1086;&#1076;&#1076;&#1077;&#1088;&#1078;&#1082;&#1080;_&#1052;&#1057;&#1055;_&#1084;&#1080;&#1088;&#1086;&#1074;&#1086;&#1081;%20&#1086;&#1087;&#1099;&#1090;1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qIJhwl0+vUWzN/844FsmguCLjQ==">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7DB3F39-EDE3-4377-984C-9CDDCEA0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Меры_гос_поддержки_МСП_мировой опыт11</Template>
  <TotalTime>0</TotalTime>
  <Pages>4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Synergy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Тяжелкова Оксана Вячеславовна</dc:creator>
  <cp:lastModifiedBy>Менеджер</cp:lastModifiedBy>
  <cp:revision>2</cp:revision>
  <cp:lastPrinted>2019-12-23T11:20:00Z</cp:lastPrinted>
  <dcterms:created xsi:type="dcterms:W3CDTF">2019-12-23T11:20:00Z</dcterms:created>
  <dcterms:modified xsi:type="dcterms:W3CDTF">2019-12-23T11:20:00Z</dcterms:modified>
</cp:coreProperties>
</file>